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CD0" w:rsidRPr="00382D1B" w:rsidRDefault="00815CD0" w:rsidP="0042276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УТВЕРЖДАЮ</w:t>
      </w:r>
    </w:p>
    <w:p w:rsidR="00815CD0" w:rsidRDefault="00815CD0" w:rsidP="0042276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Директор ОГКУ «Центр социальной</w:t>
      </w:r>
    </w:p>
    <w:p w:rsidR="00815CD0" w:rsidRPr="00382D1B" w:rsidRDefault="00815CD0" w:rsidP="0042276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поддержки населения Тегульдетского района»</w:t>
      </w:r>
    </w:p>
    <w:p w:rsidR="00815CD0" w:rsidRPr="00455ACC" w:rsidRDefault="00815CD0" w:rsidP="00422762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82D1B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55ACC">
        <w:rPr>
          <w:rFonts w:ascii="Times New Roman" w:hAnsi="Times New Roman" w:cs="Times New Roman"/>
          <w:sz w:val="24"/>
          <w:szCs w:val="24"/>
          <w:u w:val="single"/>
        </w:rPr>
        <w:t>Богданс О.В.</w:t>
      </w:r>
    </w:p>
    <w:p w:rsidR="00815CD0" w:rsidRPr="00382D1B" w:rsidRDefault="00815CD0" w:rsidP="0042276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"__" ___________ 20_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82D1B">
        <w:rPr>
          <w:rFonts w:ascii="Times New Roman" w:hAnsi="Times New Roman" w:cs="Times New Roman"/>
          <w:sz w:val="24"/>
          <w:szCs w:val="24"/>
        </w:rPr>
        <w:t>_ г.</w:t>
      </w:r>
    </w:p>
    <w:p w:rsidR="00815CD0" w:rsidRPr="00382D1B" w:rsidRDefault="00815CD0" w:rsidP="0042276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ab/>
      </w:r>
      <w:r w:rsidRPr="00382D1B">
        <w:rPr>
          <w:rFonts w:ascii="Times New Roman" w:hAnsi="Times New Roman" w:cs="Times New Roman"/>
          <w:sz w:val="24"/>
          <w:szCs w:val="24"/>
        </w:rPr>
        <w:tab/>
      </w:r>
      <w:r w:rsidRPr="00382D1B">
        <w:rPr>
          <w:rFonts w:ascii="Times New Roman" w:hAnsi="Times New Roman" w:cs="Times New Roman"/>
          <w:sz w:val="24"/>
          <w:szCs w:val="24"/>
        </w:rPr>
        <w:tab/>
      </w:r>
      <w:r w:rsidRPr="00382D1B">
        <w:rPr>
          <w:rFonts w:ascii="Times New Roman" w:hAnsi="Times New Roman" w:cs="Times New Roman"/>
          <w:sz w:val="24"/>
          <w:szCs w:val="24"/>
        </w:rPr>
        <w:tab/>
      </w:r>
      <w:r w:rsidRPr="00382D1B">
        <w:rPr>
          <w:rFonts w:ascii="Times New Roman" w:hAnsi="Times New Roman" w:cs="Times New Roman"/>
          <w:sz w:val="24"/>
          <w:szCs w:val="24"/>
        </w:rPr>
        <w:tab/>
      </w:r>
    </w:p>
    <w:p w:rsidR="00815CD0" w:rsidRPr="003243F6" w:rsidRDefault="00815CD0" w:rsidP="0042276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43F6">
        <w:rPr>
          <w:rFonts w:ascii="Times New Roman" w:hAnsi="Times New Roman" w:cs="Times New Roman"/>
          <w:b/>
          <w:sz w:val="24"/>
          <w:szCs w:val="24"/>
        </w:rPr>
        <w:tab/>
      </w:r>
      <w:r w:rsidRPr="003243F6">
        <w:rPr>
          <w:rFonts w:ascii="Times New Roman" w:hAnsi="Times New Roman" w:cs="Times New Roman"/>
          <w:b/>
          <w:sz w:val="24"/>
          <w:szCs w:val="24"/>
        </w:rPr>
        <w:tab/>
      </w:r>
      <w:r w:rsidRPr="003243F6">
        <w:rPr>
          <w:rFonts w:ascii="Times New Roman" w:hAnsi="Times New Roman" w:cs="Times New Roman"/>
          <w:b/>
          <w:sz w:val="24"/>
          <w:szCs w:val="24"/>
        </w:rPr>
        <w:tab/>
      </w:r>
      <w:r w:rsidRPr="003243F6">
        <w:rPr>
          <w:rFonts w:ascii="Times New Roman" w:hAnsi="Times New Roman" w:cs="Times New Roman"/>
          <w:b/>
          <w:sz w:val="24"/>
          <w:szCs w:val="24"/>
        </w:rPr>
        <w:tab/>
      </w:r>
      <w:r w:rsidRPr="003243F6">
        <w:rPr>
          <w:rFonts w:ascii="Times New Roman" w:hAnsi="Times New Roman" w:cs="Times New Roman"/>
          <w:b/>
          <w:sz w:val="24"/>
          <w:szCs w:val="24"/>
        </w:rPr>
        <w:tab/>
        <w:t>ПАСПОРТ ДОСТУПНОСТИ</w:t>
      </w:r>
    </w:p>
    <w:p w:rsidR="00815CD0" w:rsidRPr="003243F6" w:rsidRDefault="00815CD0" w:rsidP="0042276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43F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объекта социальной инфраструктуры (ОСИ)</w:t>
      </w:r>
    </w:p>
    <w:p w:rsidR="00815CD0" w:rsidRPr="003243F6" w:rsidRDefault="00815CD0" w:rsidP="0042276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43F6">
        <w:rPr>
          <w:rFonts w:ascii="Times New Roman" w:hAnsi="Times New Roman" w:cs="Times New Roman"/>
          <w:b/>
          <w:sz w:val="24"/>
          <w:szCs w:val="24"/>
        </w:rPr>
        <w:t>N 19</w:t>
      </w:r>
    </w:p>
    <w:p w:rsidR="00815CD0" w:rsidRPr="003243F6" w:rsidRDefault="00815CD0" w:rsidP="0042276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43F6">
        <w:rPr>
          <w:rFonts w:ascii="Times New Roman" w:hAnsi="Times New Roman" w:cs="Times New Roman"/>
          <w:b/>
          <w:sz w:val="24"/>
          <w:szCs w:val="24"/>
        </w:rPr>
        <w:t>МКУ «Районный центр творчества и досуга с филиалами»</w:t>
      </w:r>
    </w:p>
    <w:p w:rsidR="00815CD0" w:rsidRPr="003243F6" w:rsidRDefault="00815CD0" w:rsidP="0042276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43F6">
        <w:rPr>
          <w:rFonts w:ascii="Times New Roman" w:hAnsi="Times New Roman" w:cs="Times New Roman"/>
          <w:b/>
          <w:sz w:val="24"/>
          <w:szCs w:val="24"/>
        </w:rPr>
        <w:t>Берегаевский дом досуга и творчества</w:t>
      </w:r>
    </w:p>
    <w:p w:rsidR="00815CD0" w:rsidRPr="003243F6" w:rsidRDefault="00815CD0" w:rsidP="0042276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5CD0" w:rsidRPr="00382D1B" w:rsidRDefault="00815CD0" w:rsidP="004227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606"/>
      <w:bookmarkEnd w:id="0"/>
      <w:r w:rsidRPr="00382D1B">
        <w:rPr>
          <w:rFonts w:ascii="Times New Roman" w:hAnsi="Times New Roman" w:cs="Times New Roman"/>
          <w:sz w:val="24"/>
          <w:szCs w:val="24"/>
        </w:rPr>
        <w:t>1. Общие сведения об объекте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Pr="00313DF6" w:rsidRDefault="00815CD0" w:rsidP="0042276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1.1. Наименование (вид) объекта </w:t>
      </w:r>
      <w:r w:rsidRPr="00313DF6">
        <w:rPr>
          <w:rFonts w:ascii="Times New Roman" w:hAnsi="Times New Roman" w:cs="Times New Roman"/>
          <w:b/>
          <w:sz w:val="24"/>
          <w:szCs w:val="24"/>
          <w:u w:val="single"/>
        </w:rPr>
        <w:t>учреждение культуры</w:t>
      </w:r>
    </w:p>
    <w:p w:rsidR="00815CD0" w:rsidRPr="00313DF6" w:rsidRDefault="00815CD0" w:rsidP="0042276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1.2. Адрес объекта </w:t>
      </w:r>
      <w:r w:rsidRPr="00313DF6">
        <w:rPr>
          <w:rFonts w:ascii="Times New Roman" w:hAnsi="Times New Roman" w:cs="Times New Roman"/>
          <w:b/>
          <w:sz w:val="24"/>
          <w:szCs w:val="24"/>
          <w:u w:val="single"/>
        </w:rPr>
        <w:t>636911, Томская обл., Тегульдетский р-он, п. Берегаево, ул. Ленинская, 17а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1.3. Сведения о размещении объекта: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- отдельно стоящее здание </w:t>
      </w:r>
      <w:r w:rsidRPr="00313DF6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382D1B">
        <w:rPr>
          <w:rFonts w:ascii="Times New Roman" w:hAnsi="Times New Roman" w:cs="Times New Roman"/>
          <w:sz w:val="24"/>
          <w:szCs w:val="24"/>
        </w:rPr>
        <w:t xml:space="preserve"> этажей,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</w:t>
      </w:r>
      <w:r w:rsidRPr="00382D1B">
        <w:rPr>
          <w:rFonts w:ascii="Times New Roman" w:hAnsi="Times New Roman" w:cs="Times New Roman"/>
          <w:sz w:val="24"/>
          <w:szCs w:val="24"/>
        </w:rPr>
        <w:t>кв. м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- часть здания __________ этажей (или на </w:t>
      </w:r>
      <w:r w:rsidRPr="00313DF6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382D1B">
        <w:rPr>
          <w:rFonts w:ascii="Times New Roman" w:hAnsi="Times New Roman" w:cs="Times New Roman"/>
          <w:sz w:val="24"/>
          <w:szCs w:val="24"/>
        </w:rPr>
        <w:t xml:space="preserve"> этаже), __</w:t>
      </w:r>
      <w:r w:rsidRPr="00313DF6">
        <w:rPr>
          <w:rFonts w:ascii="Times New Roman" w:hAnsi="Times New Roman" w:cs="Times New Roman"/>
          <w:b/>
          <w:sz w:val="24"/>
          <w:szCs w:val="24"/>
          <w:u w:val="single"/>
        </w:rPr>
        <w:t>454,7</w:t>
      </w:r>
      <w:r w:rsidRPr="00382D1B">
        <w:rPr>
          <w:rFonts w:ascii="Times New Roman" w:hAnsi="Times New Roman" w:cs="Times New Roman"/>
          <w:sz w:val="24"/>
          <w:szCs w:val="24"/>
        </w:rPr>
        <w:t xml:space="preserve"> кв. м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- наличие  прилегающего земельного участка (да, нет); _______________ кв. м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1.4. Год постройки здания </w:t>
      </w:r>
      <w:r w:rsidRPr="00313DF6">
        <w:rPr>
          <w:rFonts w:ascii="Times New Roman" w:hAnsi="Times New Roman" w:cs="Times New Roman"/>
          <w:b/>
          <w:sz w:val="24"/>
          <w:szCs w:val="24"/>
          <w:u w:val="single"/>
        </w:rPr>
        <w:t>2016</w:t>
      </w:r>
      <w:r w:rsidRPr="00382D1B">
        <w:rPr>
          <w:rFonts w:ascii="Times New Roman" w:hAnsi="Times New Roman" w:cs="Times New Roman"/>
          <w:sz w:val="24"/>
          <w:szCs w:val="24"/>
        </w:rPr>
        <w:t xml:space="preserve">, последнего капитального ремонта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-  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1.5. Дата предстоящих плановых ремонтных работ: текущего _________________,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капитального _________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сведения об организации, расположенной на объекте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1.6. Название организации (учреждения) (полное юридическое  наименование  -</w:t>
      </w:r>
    </w:p>
    <w:p w:rsidR="00815CD0" w:rsidRPr="00313DF6" w:rsidRDefault="00815CD0" w:rsidP="00313DF6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согласно Уставу, краткое наименование) </w:t>
      </w:r>
      <w:r w:rsidRPr="00313DF6">
        <w:rPr>
          <w:rFonts w:ascii="Times New Roman" w:hAnsi="Times New Roman" w:cs="Times New Roman"/>
          <w:b/>
          <w:sz w:val="24"/>
          <w:szCs w:val="24"/>
          <w:u w:val="single"/>
        </w:rPr>
        <w:t>Берегаевский дом досуга и творчества Берегаевский ДДиТ</w:t>
      </w:r>
    </w:p>
    <w:p w:rsidR="00815CD0" w:rsidRPr="00313DF6" w:rsidRDefault="00815CD0" w:rsidP="0042276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2D1B">
        <w:rPr>
          <w:rFonts w:ascii="Times New Roman" w:hAnsi="Times New Roman" w:cs="Times New Roman"/>
          <w:sz w:val="24"/>
          <w:szCs w:val="24"/>
        </w:rPr>
        <w:t>1.7. Юридический адрес организации (учреждения</w:t>
      </w:r>
      <w:r w:rsidRPr="00313DF6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313DF6">
        <w:rPr>
          <w:rFonts w:ascii="Times New Roman" w:hAnsi="Times New Roman" w:cs="Times New Roman"/>
          <w:b/>
          <w:sz w:val="24"/>
          <w:szCs w:val="24"/>
          <w:u w:val="single"/>
        </w:rPr>
        <w:t xml:space="preserve"> 636911, Томская обл. Тегульдетский р-он, с. Тегульдет, ул Садовая, 12 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1.8.  Основание  для  пользования объектом (оперативное управление, аренда,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собственность) </w:t>
      </w:r>
      <w:r w:rsidRPr="00313DF6">
        <w:rPr>
          <w:rFonts w:ascii="Times New Roman" w:hAnsi="Times New Roman" w:cs="Times New Roman"/>
          <w:b/>
          <w:sz w:val="24"/>
          <w:szCs w:val="24"/>
          <w:u w:val="single"/>
        </w:rPr>
        <w:t>безвозмездное пользование</w:t>
      </w:r>
    </w:p>
    <w:p w:rsidR="00815CD0" w:rsidRPr="00313DF6" w:rsidRDefault="00815CD0" w:rsidP="00313DF6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1.9. Форма собственности (государственная, негосударственная) </w:t>
      </w:r>
      <w:r w:rsidRPr="00313DF6">
        <w:rPr>
          <w:rFonts w:ascii="Times New Roman" w:hAnsi="Times New Roman" w:cs="Times New Roman"/>
          <w:b/>
          <w:sz w:val="24"/>
          <w:szCs w:val="24"/>
          <w:u w:val="single"/>
        </w:rPr>
        <w:t>государственная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1.10.   Территориальная    принадлежность    (федеральная,    региональная,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муниципальная) </w:t>
      </w:r>
      <w:r w:rsidRPr="00313DF6">
        <w:rPr>
          <w:rFonts w:ascii="Times New Roman" w:hAnsi="Times New Roman" w:cs="Times New Roman"/>
          <w:b/>
          <w:sz w:val="24"/>
          <w:szCs w:val="24"/>
          <w:u w:val="single"/>
        </w:rPr>
        <w:t xml:space="preserve">муниципальная </w:t>
      </w:r>
    </w:p>
    <w:p w:rsidR="00815CD0" w:rsidRPr="00313DF6" w:rsidRDefault="00815CD0" w:rsidP="0042276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1.11. Вышестоящая организация (наименование) </w:t>
      </w:r>
      <w:r w:rsidRPr="00313DF6">
        <w:rPr>
          <w:rFonts w:ascii="Times New Roman" w:hAnsi="Times New Roman" w:cs="Times New Roman"/>
          <w:b/>
          <w:sz w:val="24"/>
          <w:szCs w:val="24"/>
          <w:u w:val="single"/>
        </w:rPr>
        <w:t>МКУ «РЦТиД с филиалами»</w:t>
      </w:r>
    </w:p>
    <w:p w:rsidR="00815CD0" w:rsidRPr="00EF4781" w:rsidRDefault="00815CD0" w:rsidP="00313DF6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1.12. Адрес вышестоящей организации, другие координаты </w:t>
      </w:r>
      <w:r w:rsidRPr="00EF4781">
        <w:rPr>
          <w:rFonts w:ascii="Times New Roman" w:hAnsi="Times New Roman" w:cs="Times New Roman"/>
          <w:b/>
          <w:sz w:val="24"/>
          <w:szCs w:val="24"/>
          <w:u w:val="single"/>
        </w:rPr>
        <w:t>636911, Томская обл. Тегульдетский р-он, с. Тегульдет, ул Садовая, 12 , 8(38246)2-13-55</w:t>
      </w:r>
    </w:p>
    <w:p w:rsidR="00815CD0" w:rsidRPr="00313DF6" w:rsidRDefault="00815CD0" w:rsidP="00313DF6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633"/>
      <w:bookmarkEnd w:id="1"/>
      <w:r w:rsidRPr="00382D1B">
        <w:rPr>
          <w:rFonts w:ascii="Times New Roman" w:hAnsi="Times New Roman" w:cs="Times New Roman"/>
          <w:sz w:val="24"/>
          <w:szCs w:val="24"/>
        </w:rPr>
        <w:t xml:space="preserve">           2. Характеристика деятельности организации на объекте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                        (по обслуживанию населения)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2.1.  Сфера  деятельности (здравоохранение, образование, социальная защита,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физическая  культура  и  спорт,  культура,  связь  и информация, транспорт,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жилой фонд, потребительский рынок и сфера услуг, другое)</w:t>
      </w:r>
    </w:p>
    <w:p w:rsidR="00815CD0" w:rsidRPr="00EF4781" w:rsidRDefault="00815CD0" w:rsidP="0042276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4781">
        <w:rPr>
          <w:rFonts w:ascii="Times New Roman" w:hAnsi="Times New Roman" w:cs="Times New Roman"/>
          <w:b/>
          <w:sz w:val="24"/>
          <w:szCs w:val="24"/>
          <w:u w:val="single"/>
        </w:rPr>
        <w:t xml:space="preserve">культура   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2.2. Виды оказываемых услуг </w:t>
      </w:r>
      <w:r w:rsidRPr="00EF4781">
        <w:rPr>
          <w:rFonts w:ascii="Times New Roman" w:hAnsi="Times New Roman" w:cs="Times New Roman"/>
          <w:b/>
          <w:sz w:val="24"/>
          <w:szCs w:val="24"/>
          <w:u w:val="single"/>
        </w:rPr>
        <w:t>Культурно-досуговая деятельность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2.3.  Форма  оказания  услуг: (на объекте, с длительным пребыванием, в т.ч.</w:t>
      </w:r>
    </w:p>
    <w:p w:rsidR="00815CD0" w:rsidRPr="00EF4781" w:rsidRDefault="00815CD0" w:rsidP="0042276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2D1B">
        <w:rPr>
          <w:rFonts w:ascii="Times New Roman" w:hAnsi="Times New Roman" w:cs="Times New Roman"/>
          <w:sz w:val="24"/>
          <w:szCs w:val="24"/>
        </w:rPr>
        <w:t>проживанием, на дому, дистанционно)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объекте 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2.4.   Категории  обслуживаемого  населения  по возрасту:  (дети,  взрослые</w:t>
      </w:r>
    </w:p>
    <w:p w:rsidR="00815CD0" w:rsidRPr="00EF4781" w:rsidRDefault="00815CD0" w:rsidP="0042276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2D1B">
        <w:rPr>
          <w:rFonts w:ascii="Times New Roman" w:hAnsi="Times New Roman" w:cs="Times New Roman"/>
          <w:sz w:val="24"/>
          <w:szCs w:val="24"/>
        </w:rPr>
        <w:t>трудоспособного возраста, пожилые; все возрастные категории)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все возрастные категории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2.5.   Категории  обслуживаемых  инвалидов:  инвалиды,  передвигающиеся  на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коляске,  инвалиды с нарушениями опорно-двигательного аппарата; нарушениями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зрения, нарушениями слуха, нарушениями умственного развития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2.6.  Плановая  мощность:  посещаемость  (количество обслуживаемых в день),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вместимость, пропускная способность </w:t>
      </w:r>
      <w:r w:rsidRPr="00EF4781">
        <w:rPr>
          <w:rFonts w:ascii="Times New Roman" w:hAnsi="Times New Roman" w:cs="Times New Roman"/>
          <w:b/>
          <w:sz w:val="24"/>
          <w:szCs w:val="24"/>
          <w:u w:val="single"/>
        </w:rPr>
        <w:t>100 чел.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2.7.  Участие  в  исполнении  ИПР  инвалида,  ребенка-инвалида  (да,   нет)</w:t>
      </w:r>
    </w:p>
    <w:p w:rsidR="00815CD0" w:rsidRPr="00EF4781" w:rsidRDefault="00815CD0" w:rsidP="0042276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Да 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653"/>
      <w:bookmarkEnd w:id="2"/>
      <w:r w:rsidRPr="00382D1B">
        <w:rPr>
          <w:rFonts w:ascii="Times New Roman" w:hAnsi="Times New Roman" w:cs="Times New Roman"/>
          <w:sz w:val="24"/>
          <w:szCs w:val="24"/>
        </w:rPr>
        <w:t xml:space="preserve">                     3. Состояние доступности объекта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3.1. Путь следования к объекту пассажирским транспортом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(описать маршрут движения с использованием пассажирского транспорта)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Пешеходная доступность</w:t>
      </w:r>
      <w:r w:rsidRPr="00382D1B">
        <w:rPr>
          <w:rFonts w:ascii="Times New Roman" w:hAnsi="Times New Roman" w:cs="Times New Roman"/>
          <w:sz w:val="24"/>
          <w:szCs w:val="24"/>
        </w:rPr>
        <w:t>,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наличие     адаптированного     пассажирского    транспорта    к    объекту</w:t>
      </w:r>
    </w:p>
    <w:p w:rsidR="00815CD0" w:rsidRPr="00EF4781" w:rsidRDefault="00815CD0" w:rsidP="0042276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нет 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3.2. Путь к объекту от ближайшей остановки пассажирского транспорта: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3.2.1. расстояние до объекта от остановки транспорта ____________________ м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3.2.2. время движения (пешком) ___________________ мин.</w:t>
      </w:r>
    </w:p>
    <w:p w:rsidR="00815CD0" w:rsidRPr="00EF4781" w:rsidRDefault="00815CD0" w:rsidP="0042276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2D1B">
        <w:rPr>
          <w:rFonts w:ascii="Times New Roman" w:hAnsi="Times New Roman" w:cs="Times New Roman"/>
          <w:sz w:val="24"/>
          <w:szCs w:val="24"/>
        </w:rPr>
        <w:t>3.2.3. наличие выделенного от проезжей части пешеходного пути (да, нет)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да 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3.2.4.   Перекрестки:    нерегулируемые;    регулируемые,    со    звуковой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сигнализацией, таймером; </w:t>
      </w:r>
      <w:r w:rsidRPr="00EF4781">
        <w:rPr>
          <w:rFonts w:ascii="Times New Roman" w:hAnsi="Times New Roman" w:cs="Times New Roman"/>
          <w:b/>
          <w:sz w:val="24"/>
          <w:szCs w:val="24"/>
          <w:u w:val="single"/>
        </w:rPr>
        <w:t>нет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3.2.5. Информация на пути следования к объекту:  акустическая,  тактильная,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визуальная; </w:t>
      </w:r>
      <w:r w:rsidRPr="00EF4781">
        <w:rPr>
          <w:rFonts w:ascii="Times New Roman" w:hAnsi="Times New Roman" w:cs="Times New Roman"/>
          <w:b/>
          <w:sz w:val="24"/>
          <w:szCs w:val="24"/>
          <w:u w:val="single"/>
        </w:rPr>
        <w:t>нет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3.2.6. Перепады высоты на пути: есть, нет (описать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есть лестницы</w:t>
      </w:r>
      <w:r w:rsidRPr="00382D1B">
        <w:rPr>
          <w:rFonts w:ascii="Times New Roman" w:hAnsi="Times New Roman" w:cs="Times New Roman"/>
          <w:sz w:val="24"/>
          <w:szCs w:val="24"/>
        </w:rPr>
        <w:t>)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    Их обустройство для инвалидов на коляске: да, нет (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да</w:t>
      </w:r>
      <w:r w:rsidRPr="00382D1B">
        <w:rPr>
          <w:rFonts w:ascii="Times New Roman" w:hAnsi="Times New Roman" w:cs="Times New Roman"/>
          <w:sz w:val="24"/>
          <w:szCs w:val="24"/>
        </w:rPr>
        <w:t>)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671"/>
      <w:bookmarkEnd w:id="3"/>
      <w:r w:rsidRPr="00382D1B">
        <w:rPr>
          <w:rFonts w:ascii="Times New Roman" w:hAnsi="Times New Roman" w:cs="Times New Roman"/>
          <w:sz w:val="24"/>
          <w:szCs w:val="24"/>
        </w:rPr>
        <w:t xml:space="preserve">3.3. Организация доступности объекта для инвалидов - форма обслуживания </w:t>
      </w:r>
      <w:hyperlink w:anchor="Par1694" w:history="1">
        <w:r w:rsidRPr="00382D1B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</w:p>
    <w:p w:rsidR="00815CD0" w:rsidRPr="00382D1B" w:rsidRDefault="00815CD0" w:rsidP="00422762">
      <w:pPr>
        <w:widowControl w:val="0"/>
        <w:autoSpaceDE w:val="0"/>
        <w:autoSpaceDN w:val="0"/>
        <w:adjustRightInd w:val="0"/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5520"/>
        <w:gridCol w:w="3120"/>
      </w:tblGrid>
      <w:tr w:rsidR="00815CD0" w:rsidRPr="00382D1B" w:rsidTr="003509E1">
        <w:trPr>
          <w:trHeight w:val="6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 N </w:t>
            </w:r>
          </w:p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>п/п</w:t>
            </w:r>
          </w:p>
        </w:tc>
        <w:tc>
          <w:tcPr>
            <w:tcW w:w="5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            Категория инвалидов             </w:t>
            </w:r>
          </w:p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              (вид нарушения)               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  Вариант организации   </w:t>
            </w:r>
          </w:p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  доступности объекта   </w:t>
            </w:r>
          </w:p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(формы обслуживания) </w:t>
            </w:r>
            <w:hyperlink w:anchor="Par1694" w:history="1">
              <w:r w:rsidRPr="00382D1B">
                <w:rPr>
                  <w:color w:val="0000FF"/>
                </w:rPr>
                <w:t>&lt;*&gt;</w:t>
              </w:r>
            </w:hyperlink>
          </w:p>
        </w:tc>
      </w:tr>
      <w:tr w:rsidR="00815CD0" w:rsidRPr="00382D1B" w:rsidTr="003509E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1  </w:t>
            </w:r>
          </w:p>
        </w:tc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Все категории инвалидов и МГН               </w:t>
            </w:r>
          </w:p>
        </w:tc>
        <w:tc>
          <w:tcPr>
            <w:tcW w:w="3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15CD0" w:rsidRPr="00382D1B" w:rsidTr="003509E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в том числе инвалиды:                       </w:t>
            </w:r>
          </w:p>
        </w:tc>
        <w:tc>
          <w:tcPr>
            <w:tcW w:w="3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15CD0" w:rsidRPr="00382D1B" w:rsidTr="003509E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2  </w:t>
            </w:r>
          </w:p>
        </w:tc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передвигающиеся на креслах-колясках         </w:t>
            </w:r>
          </w:p>
        </w:tc>
        <w:tc>
          <w:tcPr>
            <w:tcW w:w="3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</w:t>
            </w:r>
          </w:p>
        </w:tc>
      </w:tr>
      <w:tr w:rsidR="00815CD0" w:rsidRPr="00382D1B" w:rsidTr="003509E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3  </w:t>
            </w:r>
          </w:p>
        </w:tc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с нарушениями опорно-двигательного аппарата </w:t>
            </w:r>
          </w:p>
        </w:tc>
        <w:tc>
          <w:tcPr>
            <w:tcW w:w="3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</w:t>
            </w:r>
          </w:p>
        </w:tc>
      </w:tr>
      <w:tr w:rsidR="00815CD0" w:rsidRPr="00382D1B" w:rsidTr="003509E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4  </w:t>
            </w:r>
          </w:p>
        </w:tc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с нарушениями зрения                        </w:t>
            </w:r>
          </w:p>
        </w:tc>
        <w:tc>
          <w:tcPr>
            <w:tcW w:w="3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ВДН</w:t>
            </w:r>
          </w:p>
        </w:tc>
      </w:tr>
      <w:tr w:rsidR="00815CD0" w:rsidRPr="00382D1B" w:rsidTr="003509E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5  </w:t>
            </w:r>
          </w:p>
        </w:tc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с нарушениями слуха                         </w:t>
            </w:r>
          </w:p>
        </w:tc>
        <w:tc>
          <w:tcPr>
            <w:tcW w:w="3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ДУ</w:t>
            </w:r>
          </w:p>
        </w:tc>
      </w:tr>
      <w:tr w:rsidR="00815CD0" w:rsidRPr="00382D1B" w:rsidTr="003509E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6  </w:t>
            </w:r>
          </w:p>
        </w:tc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с нарушениями умственного развития          </w:t>
            </w:r>
          </w:p>
        </w:tc>
        <w:tc>
          <w:tcPr>
            <w:tcW w:w="3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bookmarkStart w:id="4" w:name="Par1690"/>
            <w:bookmarkEnd w:id="4"/>
            <w:r>
              <w:t>А</w:t>
            </w:r>
          </w:p>
        </w:tc>
      </w:tr>
    </w:tbl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1694"/>
      <w:bookmarkEnd w:id="5"/>
      <w:r w:rsidRPr="00382D1B">
        <w:rPr>
          <w:rFonts w:ascii="Times New Roman" w:hAnsi="Times New Roman" w:cs="Times New Roman"/>
          <w:sz w:val="24"/>
          <w:szCs w:val="24"/>
        </w:rPr>
        <w:t>&lt;*&gt; Указывается один из вариантов: "А", "Б", "ДУ", "ВНД".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696"/>
      <w:bookmarkEnd w:id="6"/>
      <w:r w:rsidRPr="00382D1B">
        <w:rPr>
          <w:rFonts w:ascii="Times New Roman" w:hAnsi="Times New Roman" w:cs="Times New Roman"/>
          <w:sz w:val="24"/>
          <w:szCs w:val="24"/>
        </w:rPr>
        <w:t>3.4. Состояние доступности основных структурно-функциональных зон</w:t>
      </w:r>
    </w:p>
    <w:p w:rsidR="00815CD0" w:rsidRPr="00382D1B" w:rsidRDefault="00815CD0" w:rsidP="00422762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5280"/>
        <w:gridCol w:w="3360"/>
      </w:tblGrid>
      <w:tr w:rsidR="00815CD0" w:rsidRPr="00382D1B" w:rsidTr="003509E1">
        <w:trPr>
          <w:trHeight w:val="6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 N </w:t>
            </w:r>
          </w:p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>п/п</w:t>
            </w:r>
          </w:p>
        </w:tc>
        <w:tc>
          <w:tcPr>
            <w:tcW w:w="5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 Основные структурно-функциональные зоны  </w:t>
            </w:r>
          </w:p>
        </w:tc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 Состояние доступности, в </w:t>
            </w:r>
          </w:p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  том числе для основных  </w:t>
            </w:r>
          </w:p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 категорий инвалидов </w:t>
            </w:r>
            <w:hyperlink w:anchor="Par1722" w:history="1">
              <w:r w:rsidRPr="00382D1B">
                <w:rPr>
                  <w:color w:val="0000FF"/>
                </w:rPr>
                <w:t>&lt;**&gt;</w:t>
              </w:r>
            </w:hyperlink>
          </w:p>
        </w:tc>
      </w:tr>
      <w:tr w:rsidR="00815CD0" w:rsidRPr="00382D1B" w:rsidTr="003509E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1  </w:t>
            </w:r>
          </w:p>
        </w:tc>
        <w:tc>
          <w:tcPr>
            <w:tcW w:w="5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>Территория, прилегающая к зданию (участок)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ДП-В</w:t>
            </w:r>
          </w:p>
        </w:tc>
      </w:tr>
      <w:tr w:rsidR="00815CD0" w:rsidRPr="00382D1B" w:rsidTr="003509E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243F6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2  </w:t>
            </w:r>
          </w:p>
        </w:tc>
        <w:tc>
          <w:tcPr>
            <w:tcW w:w="5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243F6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Вход (входы) в здание                     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D030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ДЧ-И (К,О,С,У)</w:t>
            </w:r>
          </w:p>
        </w:tc>
      </w:tr>
      <w:tr w:rsidR="00815CD0" w:rsidRPr="00382D1B" w:rsidTr="003509E1">
        <w:trPr>
          <w:trHeight w:val="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D030D4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3  </w:t>
            </w:r>
          </w:p>
        </w:tc>
        <w:tc>
          <w:tcPr>
            <w:tcW w:w="5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D030D4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Путь (пути) движения внутри здания        </w:t>
            </w:r>
          </w:p>
          <w:p w:rsidR="00815CD0" w:rsidRPr="00382D1B" w:rsidRDefault="00815CD0" w:rsidP="00D030D4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(в т.ч. пути эвакуации)                   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Default="00815CD0" w:rsidP="00D030D4">
            <w:r w:rsidRPr="000929F5">
              <w:t>ДЧ-И (К,О,С,У)</w:t>
            </w:r>
          </w:p>
        </w:tc>
      </w:tr>
      <w:tr w:rsidR="00815CD0" w:rsidRPr="00382D1B" w:rsidTr="003509E1">
        <w:trPr>
          <w:trHeight w:val="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D030D4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4  </w:t>
            </w:r>
          </w:p>
        </w:tc>
        <w:tc>
          <w:tcPr>
            <w:tcW w:w="5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D030D4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Зона целевого назначения здания           </w:t>
            </w:r>
          </w:p>
          <w:p w:rsidR="00815CD0" w:rsidRPr="00382D1B" w:rsidRDefault="00815CD0" w:rsidP="00D030D4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(целевого посещения объекта)              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Default="00815CD0" w:rsidP="00D030D4">
            <w:r w:rsidRPr="000929F5">
              <w:t>ДЧ-И (К,О,С,У)</w:t>
            </w:r>
          </w:p>
        </w:tc>
      </w:tr>
      <w:tr w:rsidR="00815CD0" w:rsidRPr="00382D1B" w:rsidTr="003509E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D030D4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5  </w:t>
            </w:r>
          </w:p>
        </w:tc>
        <w:tc>
          <w:tcPr>
            <w:tcW w:w="5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D030D4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Санитарно-гигиенические помещения         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Default="00815CD0" w:rsidP="00D030D4">
            <w:r w:rsidRPr="000929F5">
              <w:t>ДЧ-И (К,О,С,У)</w:t>
            </w:r>
          </w:p>
        </w:tc>
      </w:tr>
      <w:tr w:rsidR="00815CD0" w:rsidRPr="00382D1B" w:rsidTr="003509E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D030D4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6  </w:t>
            </w:r>
          </w:p>
        </w:tc>
        <w:tc>
          <w:tcPr>
            <w:tcW w:w="5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D030D4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>Система информации и связи (на всех зонах)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Default="00815CD0" w:rsidP="00D030D4">
            <w:r w:rsidRPr="000929F5">
              <w:t>ДЧ-И (К,О,С,У)</w:t>
            </w:r>
          </w:p>
        </w:tc>
      </w:tr>
      <w:tr w:rsidR="00815CD0" w:rsidRPr="00382D1B" w:rsidTr="003509E1">
        <w:trPr>
          <w:trHeight w:val="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243F6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7  </w:t>
            </w:r>
          </w:p>
        </w:tc>
        <w:tc>
          <w:tcPr>
            <w:tcW w:w="5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243F6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Пути движения к объекту                   </w:t>
            </w:r>
          </w:p>
          <w:p w:rsidR="00815CD0" w:rsidRPr="00382D1B" w:rsidRDefault="00815CD0" w:rsidP="003243F6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(от остановки транспорта)                 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243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ДП-В</w:t>
            </w:r>
          </w:p>
        </w:tc>
      </w:tr>
    </w:tbl>
    <w:p w:rsidR="00815CD0" w:rsidRPr="00382D1B" w:rsidRDefault="00815CD0" w:rsidP="00422762">
      <w:pPr>
        <w:widowControl w:val="0"/>
        <w:autoSpaceDE w:val="0"/>
        <w:autoSpaceDN w:val="0"/>
        <w:adjustRightInd w:val="0"/>
        <w:ind w:firstLine="540"/>
        <w:jc w:val="both"/>
      </w:pP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1722"/>
      <w:bookmarkEnd w:id="7"/>
      <w:r w:rsidRPr="00382D1B">
        <w:rPr>
          <w:rFonts w:ascii="Times New Roman" w:hAnsi="Times New Roman" w:cs="Times New Roman"/>
          <w:sz w:val="24"/>
          <w:szCs w:val="24"/>
        </w:rPr>
        <w:t>&lt;**&gt;  Указывается: ДП-В - доступно полностью всем; ДП-И (К, О, С, Г, У)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-  доступно  полностью  избирательно  (указать категории инвалидов); ДЧ-В -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доступно  частично  всем;  ДЧ-И  (К,  О,  С,  Г,  У)  -  доступно  частично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избирательно  (указать  категории  инвалидов); ДУ - доступно условно, ВНД -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временно недоступно.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3.5. Итоговое заключение о состоянии доступности ОСИ:</w:t>
      </w:r>
    </w:p>
    <w:p w:rsidR="00815CD0" w:rsidRPr="00C22156" w:rsidRDefault="00815CD0" w:rsidP="0042276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Состояние доступности объекта оценено как доступно полностью всем.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731"/>
      <w:bookmarkEnd w:id="8"/>
      <w:r w:rsidRPr="00382D1B">
        <w:rPr>
          <w:rFonts w:ascii="Times New Roman" w:hAnsi="Times New Roman" w:cs="Times New Roman"/>
          <w:sz w:val="24"/>
          <w:szCs w:val="24"/>
        </w:rPr>
        <w:t xml:space="preserve">                         4. Управленческое решение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733"/>
      <w:bookmarkEnd w:id="9"/>
      <w:r w:rsidRPr="00382D1B">
        <w:rPr>
          <w:rFonts w:ascii="Times New Roman" w:hAnsi="Times New Roman" w:cs="Times New Roman"/>
          <w:sz w:val="24"/>
          <w:szCs w:val="24"/>
        </w:rPr>
        <w:t>4.1. Рекомендации по адаптации основных структурных элементов объекта</w:t>
      </w:r>
    </w:p>
    <w:p w:rsidR="00815CD0" w:rsidRPr="00382D1B" w:rsidRDefault="00815CD0" w:rsidP="00422762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5400"/>
        <w:gridCol w:w="3240"/>
      </w:tblGrid>
      <w:tr w:rsidR="00815CD0" w:rsidRPr="00382D1B" w:rsidTr="003509E1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 N </w:t>
            </w:r>
          </w:p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>п/п</w:t>
            </w:r>
          </w:p>
        </w:tc>
        <w:tc>
          <w:tcPr>
            <w:tcW w:w="5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  Основные структурно-функциональные зоны  </w:t>
            </w:r>
          </w:p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                  объекта                  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>Рекомендации по адаптации</w:t>
            </w:r>
          </w:p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объекта (вид работы) </w:t>
            </w:r>
            <w:hyperlink w:anchor="Par1761" w:history="1">
              <w:r w:rsidRPr="00382D1B">
                <w:rPr>
                  <w:color w:val="0000FF"/>
                </w:rPr>
                <w:t>&lt;*&gt;</w:t>
              </w:r>
            </w:hyperlink>
          </w:p>
        </w:tc>
      </w:tr>
      <w:tr w:rsidR="00815CD0" w:rsidRPr="00382D1B" w:rsidTr="003509E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1  </w:t>
            </w:r>
          </w:p>
        </w:tc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Территория, прилегающая к зданию (участок)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нуждается</w:t>
            </w:r>
          </w:p>
        </w:tc>
      </w:tr>
      <w:tr w:rsidR="00815CD0" w:rsidRPr="00382D1B" w:rsidTr="003509E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2  </w:t>
            </w:r>
          </w:p>
        </w:tc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Вход (входы) в здание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нуждается</w:t>
            </w:r>
          </w:p>
        </w:tc>
      </w:tr>
      <w:tr w:rsidR="00815CD0" w:rsidRPr="00382D1B" w:rsidTr="003509E1">
        <w:trPr>
          <w:trHeight w:val="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3  </w:t>
            </w:r>
          </w:p>
        </w:tc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Путь (пути) движения внутри здания         </w:t>
            </w:r>
          </w:p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(в т.ч. пути эвакуации)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нуждается</w:t>
            </w:r>
          </w:p>
        </w:tc>
      </w:tr>
      <w:tr w:rsidR="00815CD0" w:rsidRPr="00382D1B" w:rsidTr="003509E1">
        <w:trPr>
          <w:trHeight w:val="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4  </w:t>
            </w:r>
          </w:p>
        </w:tc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Зона целевого назначения здания            </w:t>
            </w:r>
          </w:p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(целевого посещения объекта)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нуждается</w:t>
            </w:r>
          </w:p>
        </w:tc>
      </w:tr>
      <w:tr w:rsidR="00815CD0" w:rsidRPr="00382D1B" w:rsidTr="003509E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5  </w:t>
            </w:r>
          </w:p>
        </w:tc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Санитарно-гигиенические помещения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нуждается</w:t>
            </w:r>
          </w:p>
        </w:tc>
      </w:tr>
      <w:tr w:rsidR="00815CD0" w:rsidRPr="00382D1B" w:rsidTr="003509E1">
        <w:trPr>
          <w:trHeight w:val="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6  </w:t>
            </w:r>
          </w:p>
        </w:tc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Система информации на объекте              </w:t>
            </w:r>
          </w:p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(на всех зонах)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нуждается</w:t>
            </w:r>
          </w:p>
        </w:tc>
      </w:tr>
      <w:tr w:rsidR="00815CD0" w:rsidRPr="00382D1B" w:rsidTr="003509E1">
        <w:trPr>
          <w:trHeight w:val="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7  </w:t>
            </w:r>
          </w:p>
        </w:tc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Пути движения к объекту                    </w:t>
            </w:r>
          </w:p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(от остановки транспорта)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нуждается</w:t>
            </w:r>
          </w:p>
        </w:tc>
      </w:tr>
      <w:tr w:rsidR="00815CD0" w:rsidRPr="00382D1B" w:rsidTr="003509E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8  </w:t>
            </w:r>
          </w:p>
        </w:tc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Все зоны и участки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нуждается</w:t>
            </w:r>
          </w:p>
        </w:tc>
      </w:tr>
    </w:tbl>
    <w:p w:rsidR="00815CD0" w:rsidRPr="00382D1B" w:rsidRDefault="00815CD0" w:rsidP="00422762">
      <w:pPr>
        <w:widowControl w:val="0"/>
        <w:autoSpaceDE w:val="0"/>
        <w:autoSpaceDN w:val="0"/>
        <w:adjustRightInd w:val="0"/>
        <w:ind w:firstLine="540"/>
        <w:jc w:val="both"/>
      </w:pP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1761"/>
      <w:bookmarkEnd w:id="10"/>
      <w:r w:rsidRPr="00382D1B">
        <w:rPr>
          <w:rFonts w:ascii="Times New Roman" w:hAnsi="Times New Roman" w:cs="Times New Roman"/>
          <w:sz w:val="24"/>
          <w:szCs w:val="24"/>
        </w:rPr>
        <w:t>&lt;*&gt;  Указывается  один из вариантов (видов работ): не нуждается; ремонт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(текущий,  капитальный);  индивидуальное решение с ТСР; технические решения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невозможны - организация альтернативной формы обслуживания.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4.2. Период проведения работ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- 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в рамках исполнения _______________________________________________________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                    (указывается наименование документа: программы, плана)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4.3. Ожидаемый результат (по состоянию доступности) после выполнения  работ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по адаптации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- 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Оценка результата исполнения программы, плана  (по  состоянию  доступности)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4.4. Для принятия решения требуется, не требуется (нужное подчеркнуть):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Согласование</w:t>
      </w:r>
    </w:p>
    <w:p w:rsidR="00815CD0" w:rsidRPr="00C22156" w:rsidRDefault="00815CD0" w:rsidP="0042276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- 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Имеется  заключение  уполномоченной  организации  о  состоянии  доступности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объекта   (наименование   документа  и  выдавшей  его  организации,  дата),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прилагается</w:t>
      </w:r>
    </w:p>
    <w:p w:rsidR="00815CD0" w:rsidRPr="00C22156" w:rsidRDefault="00815CD0" w:rsidP="0042276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-  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4.5.   Информация  размещена  (обновлена)  на  Карте  доступности  субъекта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Российской Федерации дата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нет 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сайта, портала)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1783"/>
      <w:bookmarkEnd w:id="11"/>
      <w:r w:rsidRPr="00382D1B">
        <w:rPr>
          <w:rFonts w:ascii="Times New Roman" w:hAnsi="Times New Roman" w:cs="Times New Roman"/>
          <w:sz w:val="24"/>
          <w:szCs w:val="24"/>
        </w:rPr>
        <w:t xml:space="preserve">                             5. Особые отметки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Паспорт сформирован на основании: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1. Анк</w:t>
      </w:r>
      <w:r>
        <w:rPr>
          <w:rFonts w:ascii="Times New Roman" w:hAnsi="Times New Roman" w:cs="Times New Roman"/>
          <w:sz w:val="24"/>
          <w:szCs w:val="24"/>
        </w:rPr>
        <w:t>еты (информации об объекте) от ____________________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2. Акта обследования объекта: N акта 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3. Решения Комисс</w:t>
      </w:r>
      <w:r>
        <w:rPr>
          <w:rFonts w:ascii="Times New Roman" w:hAnsi="Times New Roman" w:cs="Times New Roman"/>
          <w:sz w:val="24"/>
          <w:szCs w:val="24"/>
        </w:rPr>
        <w:t>ии ___________________________________</w:t>
      </w:r>
    </w:p>
    <w:p w:rsidR="00815CD0" w:rsidRPr="00382D1B" w:rsidRDefault="00815CD0" w:rsidP="00422762">
      <w:pPr>
        <w:widowControl w:val="0"/>
        <w:autoSpaceDE w:val="0"/>
        <w:autoSpaceDN w:val="0"/>
        <w:adjustRightInd w:val="0"/>
      </w:pPr>
    </w:p>
    <w:p w:rsidR="00815CD0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D1B">
        <w:rPr>
          <w:rFonts w:ascii="Times New Roman" w:hAnsi="Times New Roman" w:cs="Times New Roman"/>
          <w:b/>
          <w:sz w:val="24"/>
          <w:szCs w:val="24"/>
        </w:rPr>
        <w:t>3. АНКЕТА (информация об объекте социальной инфраструктуры) К ПАСПОРТУ ДОСТУПНОСТИ ОСИ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Pr="00382D1B" w:rsidRDefault="00815CD0" w:rsidP="00422762">
      <w:pPr>
        <w:widowControl w:val="0"/>
        <w:autoSpaceDE w:val="0"/>
        <w:autoSpaceDN w:val="0"/>
        <w:adjustRightInd w:val="0"/>
        <w:jc w:val="right"/>
      </w:pPr>
      <w:r w:rsidRPr="00382D1B">
        <w:tab/>
      </w:r>
      <w:r w:rsidRPr="00382D1B">
        <w:tab/>
      </w:r>
      <w:r w:rsidRPr="00382D1B">
        <w:tab/>
      </w:r>
      <w:r w:rsidRPr="00382D1B">
        <w:tab/>
      </w:r>
      <w:r w:rsidRPr="00382D1B">
        <w:tab/>
      </w:r>
      <w:r w:rsidRPr="00382D1B">
        <w:tab/>
      </w:r>
      <w:r w:rsidRPr="00382D1B">
        <w:tab/>
      </w:r>
      <w:r w:rsidRPr="00382D1B">
        <w:tab/>
        <w:t xml:space="preserve">          УТВЕРЖДАЮ</w:t>
      </w:r>
    </w:p>
    <w:p w:rsidR="00815CD0" w:rsidRPr="00382D1B" w:rsidRDefault="00815CD0" w:rsidP="0042276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Руководитель организации</w:t>
      </w:r>
    </w:p>
    <w:p w:rsidR="00815CD0" w:rsidRPr="00382D1B" w:rsidRDefault="00815CD0" w:rsidP="0042276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________________________</w:t>
      </w:r>
    </w:p>
    <w:p w:rsidR="00815CD0" w:rsidRPr="00382D1B" w:rsidRDefault="00815CD0" w:rsidP="0042276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________________________</w:t>
      </w:r>
    </w:p>
    <w:p w:rsidR="00815CD0" w:rsidRPr="00382D1B" w:rsidRDefault="00815CD0" w:rsidP="0042276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"__" ___________ 20__ г.</w:t>
      </w:r>
    </w:p>
    <w:p w:rsidR="00815CD0" w:rsidRPr="00382D1B" w:rsidRDefault="00815CD0" w:rsidP="004227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15CD0" w:rsidRPr="00382D1B" w:rsidRDefault="00815CD0" w:rsidP="004227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Par1802"/>
      <w:bookmarkEnd w:id="12"/>
      <w:r w:rsidRPr="00382D1B">
        <w:rPr>
          <w:rFonts w:ascii="Times New Roman" w:hAnsi="Times New Roman" w:cs="Times New Roman"/>
          <w:sz w:val="24"/>
          <w:szCs w:val="24"/>
        </w:rPr>
        <w:t>АНКЕТА</w:t>
      </w:r>
    </w:p>
    <w:p w:rsidR="00815CD0" w:rsidRPr="00382D1B" w:rsidRDefault="00815CD0" w:rsidP="004227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(информация об объекте социальной инфраструктуры)</w:t>
      </w:r>
    </w:p>
    <w:p w:rsidR="00815CD0" w:rsidRPr="00382D1B" w:rsidRDefault="00815CD0" w:rsidP="004227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К ПАСПОРТУ ДОСТУПНОСТИ ОСИ</w:t>
      </w:r>
    </w:p>
    <w:p w:rsidR="00815CD0" w:rsidRPr="00382D1B" w:rsidRDefault="00815CD0" w:rsidP="004227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 _</w:t>
      </w:r>
      <w:r w:rsidRPr="00382D1B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  <w:u w:val="single"/>
        </w:rPr>
        <w:t>19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815CD0" w:rsidRPr="00382D1B" w:rsidRDefault="00815CD0" w:rsidP="004227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15CD0" w:rsidRPr="00313DF6" w:rsidRDefault="00815CD0" w:rsidP="00B21AB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3" w:name="Par1807"/>
      <w:bookmarkStart w:id="14" w:name="Par1869"/>
      <w:bookmarkEnd w:id="13"/>
      <w:bookmarkEnd w:id="14"/>
      <w:r w:rsidRPr="00382D1B">
        <w:rPr>
          <w:rFonts w:ascii="Times New Roman" w:hAnsi="Times New Roman" w:cs="Times New Roman"/>
          <w:sz w:val="24"/>
          <w:szCs w:val="24"/>
        </w:rPr>
        <w:t xml:space="preserve">1.1. Наименование (вид) объекта </w:t>
      </w:r>
      <w:r w:rsidRPr="00313DF6">
        <w:rPr>
          <w:rFonts w:ascii="Times New Roman" w:hAnsi="Times New Roman" w:cs="Times New Roman"/>
          <w:b/>
          <w:sz w:val="24"/>
          <w:szCs w:val="24"/>
          <w:u w:val="single"/>
        </w:rPr>
        <w:t>учреждение культуры</w:t>
      </w:r>
    </w:p>
    <w:p w:rsidR="00815CD0" w:rsidRPr="00313DF6" w:rsidRDefault="00815CD0" w:rsidP="00B21AB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1.2. Адрес объекта </w:t>
      </w:r>
      <w:r w:rsidRPr="00313DF6">
        <w:rPr>
          <w:rFonts w:ascii="Times New Roman" w:hAnsi="Times New Roman" w:cs="Times New Roman"/>
          <w:b/>
          <w:sz w:val="24"/>
          <w:szCs w:val="24"/>
          <w:u w:val="single"/>
        </w:rPr>
        <w:t>636911, Томская обл., Тегульдетский р-он, п. Берегаево, ул. Ленинская, 17а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1.3. Сведения о размещении объекта: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- отдельно стоящее здание </w:t>
      </w:r>
      <w:r w:rsidRPr="00313DF6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382D1B">
        <w:rPr>
          <w:rFonts w:ascii="Times New Roman" w:hAnsi="Times New Roman" w:cs="Times New Roman"/>
          <w:sz w:val="24"/>
          <w:szCs w:val="24"/>
        </w:rPr>
        <w:t xml:space="preserve"> этажей,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</w:t>
      </w:r>
      <w:r w:rsidRPr="00382D1B">
        <w:rPr>
          <w:rFonts w:ascii="Times New Roman" w:hAnsi="Times New Roman" w:cs="Times New Roman"/>
          <w:sz w:val="24"/>
          <w:szCs w:val="24"/>
        </w:rPr>
        <w:t>кв. м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- часть здания __________ этажей (или на </w:t>
      </w:r>
      <w:r w:rsidRPr="00313DF6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382D1B">
        <w:rPr>
          <w:rFonts w:ascii="Times New Roman" w:hAnsi="Times New Roman" w:cs="Times New Roman"/>
          <w:sz w:val="24"/>
          <w:szCs w:val="24"/>
        </w:rPr>
        <w:t xml:space="preserve"> этаже), __</w:t>
      </w:r>
      <w:r w:rsidRPr="00313DF6">
        <w:rPr>
          <w:rFonts w:ascii="Times New Roman" w:hAnsi="Times New Roman" w:cs="Times New Roman"/>
          <w:b/>
          <w:sz w:val="24"/>
          <w:szCs w:val="24"/>
          <w:u w:val="single"/>
        </w:rPr>
        <w:t>454,7</w:t>
      </w:r>
      <w:r w:rsidRPr="00382D1B">
        <w:rPr>
          <w:rFonts w:ascii="Times New Roman" w:hAnsi="Times New Roman" w:cs="Times New Roman"/>
          <w:sz w:val="24"/>
          <w:szCs w:val="24"/>
        </w:rPr>
        <w:t xml:space="preserve"> кв. м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- наличие  прилегающего земельного участка (да, нет); _______________ кв. м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1.4. Год постройки здания </w:t>
      </w:r>
      <w:r w:rsidRPr="00313DF6">
        <w:rPr>
          <w:rFonts w:ascii="Times New Roman" w:hAnsi="Times New Roman" w:cs="Times New Roman"/>
          <w:b/>
          <w:sz w:val="24"/>
          <w:szCs w:val="24"/>
          <w:u w:val="single"/>
        </w:rPr>
        <w:t>2016</w:t>
      </w:r>
      <w:r w:rsidRPr="00382D1B">
        <w:rPr>
          <w:rFonts w:ascii="Times New Roman" w:hAnsi="Times New Roman" w:cs="Times New Roman"/>
          <w:sz w:val="24"/>
          <w:szCs w:val="24"/>
        </w:rPr>
        <w:t xml:space="preserve">, последнего капитального ремонта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-  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1.5. Дата предстоящих плановых ремонтных работ: текущего _________________,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капитального _________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сведения об организации, расположенной на объекте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1.6. Название организации (учреждения) (полное юридическое  наименование  -</w:t>
      </w:r>
    </w:p>
    <w:p w:rsidR="00815CD0" w:rsidRPr="00313DF6" w:rsidRDefault="00815CD0" w:rsidP="00B21AB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согласно Уставу, краткое наименование) </w:t>
      </w:r>
      <w:r w:rsidRPr="00313DF6">
        <w:rPr>
          <w:rFonts w:ascii="Times New Roman" w:hAnsi="Times New Roman" w:cs="Times New Roman"/>
          <w:b/>
          <w:sz w:val="24"/>
          <w:szCs w:val="24"/>
          <w:u w:val="single"/>
        </w:rPr>
        <w:t>Берегаевский дом досуга и творчества Берегаевский ДДиТ</w:t>
      </w:r>
    </w:p>
    <w:p w:rsidR="00815CD0" w:rsidRPr="00313DF6" w:rsidRDefault="00815CD0" w:rsidP="00B21AB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2D1B">
        <w:rPr>
          <w:rFonts w:ascii="Times New Roman" w:hAnsi="Times New Roman" w:cs="Times New Roman"/>
          <w:sz w:val="24"/>
          <w:szCs w:val="24"/>
        </w:rPr>
        <w:t>1.7. Юридический адрес организации (учреждения</w:t>
      </w:r>
      <w:r w:rsidRPr="00313DF6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313DF6">
        <w:rPr>
          <w:rFonts w:ascii="Times New Roman" w:hAnsi="Times New Roman" w:cs="Times New Roman"/>
          <w:b/>
          <w:sz w:val="24"/>
          <w:szCs w:val="24"/>
          <w:u w:val="single"/>
        </w:rPr>
        <w:t xml:space="preserve"> 636911, Томская обл. Тегульдетский р-он, с. Тегульдет, ул Садовая, 12 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1.8.  Основание  для  пользования объектом (оперативное управление, аренда,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собственность) </w:t>
      </w:r>
      <w:r w:rsidRPr="00313DF6">
        <w:rPr>
          <w:rFonts w:ascii="Times New Roman" w:hAnsi="Times New Roman" w:cs="Times New Roman"/>
          <w:b/>
          <w:sz w:val="24"/>
          <w:szCs w:val="24"/>
          <w:u w:val="single"/>
        </w:rPr>
        <w:t>безвозмездное пользование</w:t>
      </w:r>
    </w:p>
    <w:p w:rsidR="00815CD0" w:rsidRPr="00313DF6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1.9. Форма собственности (государственная, негосударственная) </w:t>
      </w:r>
      <w:r w:rsidRPr="00313DF6">
        <w:rPr>
          <w:rFonts w:ascii="Times New Roman" w:hAnsi="Times New Roman" w:cs="Times New Roman"/>
          <w:b/>
          <w:sz w:val="24"/>
          <w:szCs w:val="24"/>
          <w:u w:val="single"/>
        </w:rPr>
        <w:t>государственная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1.10.   Территориальная    принадлежность    (федеральная,    региональная,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муниципальная) </w:t>
      </w:r>
      <w:r w:rsidRPr="00313DF6">
        <w:rPr>
          <w:rFonts w:ascii="Times New Roman" w:hAnsi="Times New Roman" w:cs="Times New Roman"/>
          <w:b/>
          <w:sz w:val="24"/>
          <w:szCs w:val="24"/>
          <w:u w:val="single"/>
        </w:rPr>
        <w:t xml:space="preserve">муниципальная </w:t>
      </w:r>
    </w:p>
    <w:p w:rsidR="00815CD0" w:rsidRPr="00313DF6" w:rsidRDefault="00815CD0" w:rsidP="00B21AB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1.11. Вышестоящая организация (наименование) </w:t>
      </w:r>
      <w:r w:rsidRPr="00313DF6">
        <w:rPr>
          <w:rFonts w:ascii="Times New Roman" w:hAnsi="Times New Roman" w:cs="Times New Roman"/>
          <w:b/>
          <w:sz w:val="24"/>
          <w:szCs w:val="24"/>
          <w:u w:val="single"/>
        </w:rPr>
        <w:t>МКУ «РЦТиД с филиалами»</w:t>
      </w:r>
    </w:p>
    <w:p w:rsidR="00815CD0" w:rsidRPr="00EF4781" w:rsidRDefault="00815CD0" w:rsidP="00B21AB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1.12. Адрес вышестоящей организации, другие координаты </w:t>
      </w:r>
      <w:r w:rsidRPr="00EF4781">
        <w:rPr>
          <w:rFonts w:ascii="Times New Roman" w:hAnsi="Times New Roman" w:cs="Times New Roman"/>
          <w:b/>
          <w:sz w:val="24"/>
          <w:szCs w:val="24"/>
          <w:u w:val="single"/>
        </w:rPr>
        <w:t>636911, Томская обл. Тегульдетский р-он, с. Тегульдет, ул Садовая, 12 , 8(38246)2-13-55</w:t>
      </w:r>
    </w:p>
    <w:p w:rsidR="00815CD0" w:rsidRPr="00313DF6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           2. Характеристика деятельности организации на объекте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                        (по обслуживанию населения)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2.1.  Сфера  деятельности (здравоохранение, образование, социальная защита,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физическая  культура  и  спорт,  культура,  связь  и информация, транспорт,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жилой фонд, потребительский рынок и сфера услуг, другое)</w:t>
      </w:r>
    </w:p>
    <w:p w:rsidR="00815CD0" w:rsidRPr="00EF4781" w:rsidRDefault="00815CD0" w:rsidP="00B21AB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4781">
        <w:rPr>
          <w:rFonts w:ascii="Times New Roman" w:hAnsi="Times New Roman" w:cs="Times New Roman"/>
          <w:b/>
          <w:sz w:val="24"/>
          <w:szCs w:val="24"/>
          <w:u w:val="single"/>
        </w:rPr>
        <w:t xml:space="preserve">культура   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2.2. Виды оказываемых услуг </w:t>
      </w:r>
      <w:r w:rsidRPr="00EF4781">
        <w:rPr>
          <w:rFonts w:ascii="Times New Roman" w:hAnsi="Times New Roman" w:cs="Times New Roman"/>
          <w:b/>
          <w:sz w:val="24"/>
          <w:szCs w:val="24"/>
          <w:u w:val="single"/>
        </w:rPr>
        <w:t>Культурно-досуговая деятельность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2.3.  Форма  оказания  услуг: (на объекте, с длительным пребыванием, в т.ч.</w:t>
      </w:r>
    </w:p>
    <w:p w:rsidR="00815CD0" w:rsidRPr="00EF4781" w:rsidRDefault="00815CD0" w:rsidP="00B21AB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2D1B">
        <w:rPr>
          <w:rFonts w:ascii="Times New Roman" w:hAnsi="Times New Roman" w:cs="Times New Roman"/>
          <w:sz w:val="24"/>
          <w:szCs w:val="24"/>
        </w:rPr>
        <w:t>проживанием, на дому, дистанционно)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объекте 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2.4.   Категории  обслуживаемого  населения  по возрасту:  (дети,  взрослые</w:t>
      </w:r>
    </w:p>
    <w:p w:rsidR="00815CD0" w:rsidRPr="00EF4781" w:rsidRDefault="00815CD0" w:rsidP="00B21AB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2D1B">
        <w:rPr>
          <w:rFonts w:ascii="Times New Roman" w:hAnsi="Times New Roman" w:cs="Times New Roman"/>
          <w:sz w:val="24"/>
          <w:szCs w:val="24"/>
        </w:rPr>
        <w:t>трудоспособного возраста, пожилые; все возрастные категории)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все возрастные категории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2.5.   Категории  обслуживаемых  инвалидов:  инвалиды,  передвигающиеся  на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коляске,  инвалиды с нарушениями опорно-двигательного аппарата; нарушениями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зрения, нарушениями слуха, нарушениями умственного развития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2.6.  Плановая  мощность:  посещаемость  (количество обслуживаемых в день),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вместимость, пропускная способность </w:t>
      </w:r>
      <w:r w:rsidRPr="00EF4781">
        <w:rPr>
          <w:rFonts w:ascii="Times New Roman" w:hAnsi="Times New Roman" w:cs="Times New Roman"/>
          <w:b/>
          <w:sz w:val="24"/>
          <w:szCs w:val="24"/>
          <w:u w:val="single"/>
        </w:rPr>
        <w:t>100 чел.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2.7.  Участие  в  исполнении  ИПР  инвалида,  ребенка-инвалида  (да,   нет)</w:t>
      </w:r>
    </w:p>
    <w:p w:rsidR="00815CD0" w:rsidRPr="00EF4781" w:rsidRDefault="00815CD0" w:rsidP="00B21AB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Да 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                     3. Состояние доступности объекта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3.1. Путь следования к объекту пассажирским транспортом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(описать маршрут движения с использованием пассажирского транспорта)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Пешеходная доступность</w:t>
      </w:r>
      <w:r w:rsidRPr="00382D1B">
        <w:rPr>
          <w:rFonts w:ascii="Times New Roman" w:hAnsi="Times New Roman" w:cs="Times New Roman"/>
          <w:sz w:val="24"/>
          <w:szCs w:val="24"/>
        </w:rPr>
        <w:t>,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наличие     адаптированного     пассажирского    транспорта    к    объекту</w:t>
      </w:r>
    </w:p>
    <w:p w:rsidR="00815CD0" w:rsidRPr="00EF4781" w:rsidRDefault="00815CD0" w:rsidP="00B21AB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нет 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3.2. Путь к объекту от ближайшей остановки пассажирского транспорта: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3.2.1. расстояние до объекта от остановки транспорта ____________________ м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3.2.2. время движения (пешком) ___________________ мин.</w:t>
      </w:r>
    </w:p>
    <w:p w:rsidR="00815CD0" w:rsidRPr="00EF4781" w:rsidRDefault="00815CD0" w:rsidP="00B21AB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2D1B">
        <w:rPr>
          <w:rFonts w:ascii="Times New Roman" w:hAnsi="Times New Roman" w:cs="Times New Roman"/>
          <w:sz w:val="24"/>
          <w:szCs w:val="24"/>
        </w:rPr>
        <w:t>3.2.3. наличие выделенного от проезжей части пешеходного пути (да, нет)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да 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3.2.4.   Перекрестки:    нерегулируемые;    регулируемые,    со    звуковой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сигнализацией, таймером; </w:t>
      </w:r>
      <w:r w:rsidRPr="00EF4781">
        <w:rPr>
          <w:rFonts w:ascii="Times New Roman" w:hAnsi="Times New Roman" w:cs="Times New Roman"/>
          <w:b/>
          <w:sz w:val="24"/>
          <w:szCs w:val="24"/>
          <w:u w:val="single"/>
        </w:rPr>
        <w:t>нет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3.2.5. Информация на пути следования к объекту:  акустическая,  тактильная,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визуальная; </w:t>
      </w:r>
      <w:r w:rsidRPr="00EF4781">
        <w:rPr>
          <w:rFonts w:ascii="Times New Roman" w:hAnsi="Times New Roman" w:cs="Times New Roman"/>
          <w:b/>
          <w:sz w:val="24"/>
          <w:szCs w:val="24"/>
          <w:u w:val="single"/>
        </w:rPr>
        <w:t>нет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3.2.6. Перепады высоты на пути: есть, нет (описать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есть лестницы</w:t>
      </w:r>
      <w:r w:rsidRPr="00382D1B">
        <w:rPr>
          <w:rFonts w:ascii="Times New Roman" w:hAnsi="Times New Roman" w:cs="Times New Roman"/>
          <w:sz w:val="24"/>
          <w:szCs w:val="24"/>
        </w:rPr>
        <w:t>)</w:t>
      </w:r>
    </w:p>
    <w:p w:rsidR="00815CD0" w:rsidRPr="00382D1B" w:rsidRDefault="00815CD0" w:rsidP="00B21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    Их обустройство для инвалидов на коляске: да, нет (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да</w:t>
      </w:r>
      <w:r w:rsidRPr="00382D1B">
        <w:rPr>
          <w:rFonts w:ascii="Times New Roman" w:hAnsi="Times New Roman" w:cs="Times New Roman"/>
          <w:sz w:val="24"/>
          <w:szCs w:val="24"/>
        </w:rPr>
        <w:t>)</w:t>
      </w:r>
    </w:p>
    <w:p w:rsidR="00815CD0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3.3. Вариант организации доступности ОСИ (формы обслуживания) </w:t>
      </w:r>
      <w:hyperlink w:anchor="Par1892" w:history="1">
        <w:r w:rsidRPr="00382D1B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382D1B">
        <w:rPr>
          <w:rFonts w:ascii="Times New Roman" w:hAnsi="Times New Roman" w:cs="Times New Roman"/>
          <w:sz w:val="24"/>
          <w:szCs w:val="24"/>
        </w:rPr>
        <w:t xml:space="preserve"> с  учетом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382D1B">
          <w:rPr>
            <w:rFonts w:ascii="Times New Roman" w:hAnsi="Times New Roman" w:cs="Times New Roman"/>
            <w:color w:val="0000FF"/>
            <w:sz w:val="24"/>
            <w:szCs w:val="24"/>
          </w:rPr>
          <w:t>СП 35-101-2001</w:t>
        </w:r>
      </w:hyperlink>
    </w:p>
    <w:p w:rsidR="00815CD0" w:rsidRPr="00382D1B" w:rsidRDefault="00815CD0" w:rsidP="00422762">
      <w:pPr>
        <w:widowControl w:val="0"/>
        <w:autoSpaceDE w:val="0"/>
        <w:autoSpaceDN w:val="0"/>
        <w:adjustRightInd w:val="0"/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5880"/>
        <w:gridCol w:w="2760"/>
      </w:tblGrid>
      <w:tr w:rsidR="00815CD0" w:rsidRPr="00382D1B" w:rsidTr="003509E1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 N </w:t>
            </w:r>
          </w:p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>п/п</w:t>
            </w:r>
          </w:p>
        </w:tc>
        <w:tc>
          <w:tcPr>
            <w:tcW w:w="5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              Категория инвалидов              </w:t>
            </w:r>
          </w:p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                (вид нарушения)                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 Вариант организации </w:t>
            </w:r>
          </w:p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 доступности объекта </w:t>
            </w:r>
          </w:p>
        </w:tc>
      </w:tr>
      <w:tr w:rsidR="00815CD0" w:rsidRPr="00382D1B" w:rsidTr="003509E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1 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Все категории инвалидов и МГН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15CD0" w:rsidRPr="00382D1B" w:rsidTr="003509E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             в том числе инвалиды: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15CD0" w:rsidRPr="00382D1B" w:rsidTr="003509E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2 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передвигающиеся на креслах-колясках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</w:t>
            </w:r>
          </w:p>
        </w:tc>
      </w:tr>
      <w:tr w:rsidR="00815CD0" w:rsidRPr="00382D1B" w:rsidTr="003509E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3 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с нарушениями опорно-двигательного аппарата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</w:t>
            </w:r>
          </w:p>
        </w:tc>
      </w:tr>
      <w:tr w:rsidR="00815CD0" w:rsidRPr="00382D1B" w:rsidTr="003509E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4 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с нарушениями зрения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ВДН</w:t>
            </w:r>
            <w:bookmarkStart w:id="15" w:name="_GoBack"/>
            <w:bookmarkEnd w:id="15"/>
          </w:p>
        </w:tc>
      </w:tr>
      <w:tr w:rsidR="00815CD0" w:rsidRPr="00382D1B" w:rsidTr="003509E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5 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с нарушениями слуха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</w:t>
            </w:r>
          </w:p>
        </w:tc>
      </w:tr>
      <w:tr w:rsidR="00815CD0" w:rsidRPr="00382D1B" w:rsidTr="003509E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6 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с нарушениями умственного развития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</w:t>
            </w:r>
          </w:p>
        </w:tc>
      </w:tr>
    </w:tbl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ar1892"/>
      <w:bookmarkEnd w:id="16"/>
      <w:r w:rsidRPr="00382D1B">
        <w:rPr>
          <w:rFonts w:ascii="Times New Roman" w:hAnsi="Times New Roman" w:cs="Times New Roman"/>
          <w:sz w:val="24"/>
          <w:szCs w:val="24"/>
        </w:rPr>
        <w:t>&lt;*&gt; Указывается один из вариантов: "А", "Б", "ДУ", "ВНД".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ar1894"/>
      <w:bookmarkEnd w:id="17"/>
      <w:r w:rsidRPr="00382D1B">
        <w:rPr>
          <w:rFonts w:ascii="Times New Roman" w:hAnsi="Times New Roman" w:cs="Times New Roman"/>
          <w:sz w:val="24"/>
          <w:szCs w:val="24"/>
        </w:rPr>
        <w:t xml:space="preserve">       4. Управленческое решение (предложения по адаптации основных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                      структурных элементов объекта)</w:t>
      </w:r>
    </w:p>
    <w:p w:rsidR="00815CD0" w:rsidRPr="00382D1B" w:rsidRDefault="00815CD0" w:rsidP="00422762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6360"/>
        <w:gridCol w:w="2280"/>
      </w:tblGrid>
      <w:tr w:rsidR="00815CD0" w:rsidRPr="00382D1B" w:rsidTr="003509E1">
        <w:trPr>
          <w:trHeight w:val="6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 N </w:t>
            </w:r>
          </w:p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>п/п</w:t>
            </w:r>
          </w:p>
        </w:tc>
        <w:tc>
          <w:tcPr>
            <w:tcW w:w="6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  Основные структурно-функциональные зоны объекта  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 Рекомендации по </w:t>
            </w:r>
          </w:p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>адаптации объекта</w:t>
            </w:r>
          </w:p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(вид работы) </w:t>
            </w:r>
            <w:hyperlink w:anchor="Par1922" w:history="1">
              <w:r w:rsidRPr="00382D1B">
                <w:rPr>
                  <w:color w:val="0000FF"/>
                </w:rPr>
                <w:t>&lt;*&gt;</w:t>
              </w:r>
            </w:hyperlink>
          </w:p>
        </w:tc>
      </w:tr>
      <w:tr w:rsidR="00815CD0" w:rsidRPr="00382D1B" w:rsidTr="003509E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1 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Территория, прилегающая к зданию (участок)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нуждается</w:t>
            </w:r>
          </w:p>
        </w:tc>
      </w:tr>
      <w:tr w:rsidR="00815CD0" w:rsidRPr="00382D1B" w:rsidTr="003509E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2 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Вход (входы) в здание                   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нуждается</w:t>
            </w:r>
          </w:p>
        </w:tc>
      </w:tr>
      <w:tr w:rsidR="00815CD0" w:rsidRPr="00382D1B" w:rsidTr="003509E1">
        <w:trPr>
          <w:trHeight w:val="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3 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Путь (пути) движения внутри здания (в т.ч. пути    </w:t>
            </w:r>
          </w:p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эвакуации)                              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нуждается</w:t>
            </w:r>
          </w:p>
        </w:tc>
      </w:tr>
      <w:tr w:rsidR="00815CD0" w:rsidRPr="00382D1B" w:rsidTr="003509E1">
        <w:trPr>
          <w:trHeight w:val="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4 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Зона целевого назначения (целевого посещения       </w:t>
            </w:r>
          </w:p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объекта)                                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нуждается</w:t>
            </w:r>
          </w:p>
        </w:tc>
      </w:tr>
      <w:tr w:rsidR="00815CD0" w:rsidRPr="00382D1B" w:rsidTr="003509E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5 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Санитарно-гигиенические помещения       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нуждается</w:t>
            </w:r>
          </w:p>
        </w:tc>
      </w:tr>
      <w:tr w:rsidR="00815CD0" w:rsidRPr="00382D1B" w:rsidTr="003509E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6 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Система информации на объекте (на всех зонах)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нуждается</w:t>
            </w:r>
          </w:p>
        </w:tc>
      </w:tr>
      <w:tr w:rsidR="00815CD0" w:rsidRPr="00382D1B" w:rsidTr="003509E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7 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Пути движения к объекту (от остановки транспорта)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нуждается</w:t>
            </w:r>
          </w:p>
        </w:tc>
      </w:tr>
      <w:tr w:rsidR="00815CD0" w:rsidRPr="00382D1B" w:rsidTr="003509E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8 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2D1B">
              <w:t xml:space="preserve">Все зоны и участки                      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CD0" w:rsidRPr="00382D1B" w:rsidRDefault="00815CD0" w:rsidP="003509E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нуждается</w:t>
            </w:r>
          </w:p>
        </w:tc>
      </w:tr>
    </w:tbl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ar1922"/>
      <w:bookmarkEnd w:id="18"/>
      <w:r w:rsidRPr="00382D1B">
        <w:rPr>
          <w:rFonts w:ascii="Times New Roman" w:hAnsi="Times New Roman" w:cs="Times New Roman"/>
          <w:sz w:val="24"/>
          <w:szCs w:val="24"/>
        </w:rPr>
        <w:t>&lt;*&gt;  Указывается  один из вариантов (видов работ): не нуждается; ремонт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(текущий,  капитальный);  индивидуальное решение с ТСР; технические решения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невозможны - организация альтернативной формы обслуживания.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Размещение    информации   на   Карте   доступности   субъекта   Российской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>Федерации согласовано _____________________________________________________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                        (подпись, Ф.И.О., должность; координаты для связи</w:t>
      </w:r>
    </w:p>
    <w:p w:rsidR="00815CD0" w:rsidRPr="00382D1B" w:rsidRDefault="00815CD0" w:rsidP="004227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2D1B">
        <w:rPr>
          <w:rFonts w:ascii="Times New Roman" w:hAnsi="Times New Roman" w:cs="Times New Roman"/>
          <w:sz w:val="24"/>
          <w:szCs w:val="24"/>
        </w:rPr>
        <w:t xml:space="preserve">                             уполномоченного представителя объекта)</w:t>
      </w:r>
    </w:p>
    <w:p w:rsidR="00815CD0" w:rsidRDefault="00815CD0"/>
    <w:sectPr w:rsidR="00815CD0" w:rsidSect="006C73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21E1"/>
    <w:rsid w:val="00042352"/>
    <w:rsid w:val="000929F5"/>
    <w:rsid w:val="00313DF6"/>
    <w:rsid w:val="003243F6"/>
    <w:rsid w:val="003509E1"/>
    <w:rsid w:val="00365100"/>
    <w:rsid w:val="0037422B"/>
    <w:rsid w:val="00382D1B"/>
    <w:rsid w:val="00422762"/>
    <w:rsid w:val="00450FCB"/>
    <w:rsid w:val="00455ACC"/>
    <w:rsid w:val="00505218"/>
    <w:rsid w:val="00575DA7"/>
    <w:rsid w:val="006851D0"/>
    <w:rsid w:val="006C7385"/>
    <w:rsid w:val="007315A2"/>
    <w:rsid w:val="00815CD0"/>
    <w:rsid w:val="008721E1"/>
    <w:rsid w:val="00B21AB2"/>
    <w:rsid w:val="00C22156"/>
    <w:rsid w:val="00C35841"/>
    <w:rsid w:val="00D030D4"/>
    <w:rsid w:val="00D61131"/>
    <w:rsid w:val="00DF3ED9"/>
    <w:rsid w:val="00E81E25"/>
    <w:rsid w:val="00EF2E2B"/>
    <w:rsid w:val="00EF4781"/>
    <w:rsid w:val="00FC4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76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227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475DE2C9B25144F8E32F7AA171EFF3706874CFFD3A23E4F2BAC2BKBN5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7</Pages>
  <Words>2180</Words>
  <Characters>12430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7</cp:revision>
  <cp:lastPrinted>2018-06-01T04:13:00Z</cp:lastPrinted>
  <dcterms:created xsi:type="dcterms:W3CDTF">2018-05-31T05:37:00Z</dcterms:created>
  <dcterms:modified xsi:type="dcterms:W3CDTF">2018-06-01T04:16:00Z</dcterms:modified>
</cp:coreProperties>
</file>